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81D" w:rsidRPr="001D12EC" w:rsidRDefault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Transfiguration Sunday 2022 – Region 9</w:t>
      </w: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The Gospel Word for this Transfiguration Sunday </w:t>
      </w: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“This is my Son, my Chosen, LISTEN TO HIM.”</w:t>
      </w: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Let us Pray…</w:t>
      </w: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O Lord, may the words of my mouth</w:t>
      </w: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and the meditations in our hearts be acceptable in your sight,</w:t>
      </w: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Our Strength and our Redeemer. AMEN</w:t>
      </w:r>
    </w:p>
    <w:p w:rsidR="00BD781D" w:rsidRPr="001D12EC" w:rsidRDefault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 w:rsidP="00BD781D">
      <w:pPr>
        <w:jc w:val="center"/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+     +     +</w:t>
      </w:r>
    </w:p>
    <w:p w:rsidR="00BD781D" w:rsidRPr="001D12EC" w:rsidRDefault="00BD781D" w:rsidP="00BD781D">
      <w:pPr>
        <w:jc w:val="center"/>
        <w:rPr>
          <w:rFonts w:ascii="Arial" w:hAnsi="Arial" w:cs="Arial"/>
          <w:sz w:val="36"/>
          <w:szCs w:val="36"/>
        </w:rPr>
      </w:pPr>
    </w:p>
    <w:p w:rsidR="00BD781D" w:rsidRPr="001D12EC" w:rsidRDefault="001D12EC" w:rsidP="00BD781D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Today our gospel account takes us on a Mountaintop Experience.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Have you ever gone on a long hike through the</w:t>
      </w:r>
      <w:r w:rsidR="00AE6F01" w:rsidRPr="001D12EC">
        <w:rPr>
          <w:rFonts w:ascii="Arial" w:hAnsi="Arial" w:cs="Arial"/>
          <w:sz w:val="36"/>
          <w:szCs w:val="36"/>
        </w:rPr>
        <w:t xml:space="preserve"> fog and come through to the place</w:t>
      </w:r>
      <w:r w:rsidRPr="001D12EC">
        <w:rPr>
          <w:rFonts w:ascii="Arial" w:hAnsi="Arial" w:cs="Arial"/>
          <w:sz w:val="36"/>
          <w:szCs w:val="36"/>
        </w:rPr>
        <w:t xml:space="preserve"> where you get to see the sun shining with an amazing view of God’s beautiful creation?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Have you ever been at Camp and felt the warmth of fellowship and friends singing, chatting, catching up</w:t>
      </w:r>
      <w:r w:rsidR="00A22062" w:rsidRPr="001D12EC">
        <w:rPr>
          <w:rFonts w:ascii="Arial" w:hAnsi="Arial" w:cs="Arial"/>
          <w:sz w:val="36"/>
          <w:szCs w:val="36"/>
        </w:rPr>
        <w:t xml:space="preserve"> with one another</w:t>
      </w:r>
      <w:r w:rsidRPr="001D12EC">
        <w:rPr>
          <w:rFonts w:ascii="Arial" w:hAnsi="Arial" w:cs="Arial"/>
          <w:sz w:val="36"/>
          <w:szCs w:val="36"/>
        </w:rPr>
        <w:t xml:space="preserve"> around a campfire?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Have you ever walked on the sands of a beachfront and seen the sun sparkle like diamonds scattered across the ocean?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Or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Perhaps you have been to a wonderful wedding and caught a glimpse of God’s presence in the love shared in celebration.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Lately, our family has been mesmerized by the sheer wonder of new life when we look into the eyes of our granddaughter.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Mountaintop experiences vary from person to person and from time to time, but what they all hold in common is an awe-inspiring beauty and the breathtaking wonder of the Lord</w:t>
      </w:r>
      <w:r w:rsidR="001D12EC">
        <w:rPr>
          <w:rFonts w:ascii="Arial" w:hAnsi="Arial" w:cs="Arial"/>
          <w:sz w:val="36"/>
          <w:szCs w:val="36"/>
        </w:rPr>
        <w:t>,</w:t>
      </w:r>
      <w:r w:rsidRPr="001D12EC">
        <w:rPr>
          <w:rFonts w:ascii="Arial" w:hAnsi="Arial" w:cs="Arial"/>
          <w:sz w:val="36"/>
          <w:szCs w:val="36"/>
        </w:rPr>
        <w:t xml:space="preserve"> present in our midst.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Mountaintop experiences are the places and situations that leave us wishing we could just stay in that moment forever!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These are experiences that shed new light;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They make us stop and ponder meaning; </w:t>
      </w:r>
    </w:p>
    <w:p w:rsidR="00BD781D" w:rsidRPr="001D12EC" w:rsidRDefault="00BD781D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They give us a different perspective.</w:t>
      </w:r>
    </w:p>
    <w:p w:rsidR="00AE6F01" w:rsidRPr="001D12EC" w:rsidRDefault="003D144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---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When Peter and John and James went up the mountain with Jesus to pray it probably started like any other ordinary day, and the hike tired them out. 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They could have never imagined what they were about to see or experience!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They could have never predicted an encounter with the glory </w:t>
      </w:r>
      <w:r w:rsidR="009571A1" w:rsidRPr="001D12EC">
        <w:rPr>
          <w:rFonts w:ascii="Arial" w:hAnsi="Arial" w:cs="Arial"/>
          <w:sz w:val="36"/>
          <w:szCs w:val="36"/>
        </w:rPr>
        <w:t>of Moses and Elijah, such heroes</w:t>
      </w:r>
      <w:r w:rsidRPr="001D12EC">
        <w:rPr>
          <w:rFonts w:ascii="Arial" w:hAnsi="Arial" w:cs="Arial"/>
          <w:sz w:val="36"/>
          <w:szCs w:val="36"/>
        </w:rPr>
        <w:t xml:space="preserve"> of the faith standing there with Jesus!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Moses, who once stood on Mt. Sinai in the presence of God and then brought the 10 Commandments down the mountain to God’s people.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Elijah, who endured contests on Mt. Carmel;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Had confrontations with Kings and Queens and appointments with Angels, and a mountain meeting with God that featured earthquakes, wind and fire, not to mention his upward glory ride in chariots of fire.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Now</w:t>
      </w:r>
      <w:r w:rsidR="001D12EC">
        <w:rPr>
          <w:rFonts w:ascii="Arial" w:hAnsi="Arial" w:cs="Arial"/>
          <w:sz w:val="36"/>
          <w:szCs w:val="36"/>
        </w:rPr>
        <w:t>,</w:t>
      </w:r>
      <w:r w:rsidRPr="001D12EC">
        <w:rPr>
          <w:rFonts w:ascii="Arial" w:hAnsi="Arial" w:cs="Arial"/>
          <w:sz w:val="36"/>
          <w:szCs w:val="36"/>
        </w:rPr>
        <w:t xml:space="preserve"> they stand together with THEIR Jesus!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ab/>
      </w:r>
      <w:r w:rsidRPr="001D12EC">
        <w:rPr>
          <w:rFonts w:ascii="Arial" w:hAnsi="Arial" w:cs="Arial"/>
          <w:sz w:val="36"/>
          <w:szCs w:val="36"/>
        </w:rPr>
        <w:tab/>
      </w:r>
      <w:r w:rsidRPr="001D12EC">
        <w:rPr>
          <w:rFonts w:ascii="Arial" w:hAnsi="Arial" w:cs="Arial"/>
          <w:sz w:val="36"/>
          <w:szCs w:val="36"/>
        </w:rPr>
        <w:tab/>
      </w:r>
      <w:r w:rsidRPr="001D12EC">
        <w:rPr>
          <w:rFonts w:ascii="Arial" w:hAnsi="Arial" w:cs="Arial"/>
          <w:sz w:val="36"/>
          <w:szCs w:val="36"/>
        </w:rPr>
        <w:tab/>
      </w:r>
      <w:r w:rsidRPr="001D12EC">
        <w:rPr>
          <w:rFonts w:ascii="Arial" w:hAnsi="Arial" w:cs="Arial"/>
          <w:sz w:val="36"/>
          <w:szCs w:val="36"/>
        </w:rPr>
        <w:tab/>
      </w:r>
      <w:r w:rsidRPr="001D12EC">
        <w:rPr>
          <w:rFonts w:ascii="Arial" w:hAnsi="Arial" w:cs="Arial"/>
          <w:sz w:val="36"/>
          <w:szCs w:val="36"/>
        </w:rPr>
        <w:tab/>
      </w:r>
      <w:r w:rsidRPr="001D12EC">
        <w:rPr>
          <w:rFonts w:ascii="Arial" w:hAnsi="Arial" w:cs="Arial"/>
          <w:sz w:val="36"/>
          <w:szCs w:val="36"/>
        </w:rPr>
        <w:tab/>
        <w:t>With OUR Jesus!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For the first disciples, Jesus was</w:t>
      </w:r>
      <w:r w:rsidR="009571A1" w:rsidRPr="001D12EC">
        <w:rPr>
          <w:rFonts w:ascii="Arial" w:hAnsi="Arial" w:cs="Arial"/>
          <w:sz w:val="36"/>
          <w:szCs w:val="36"/>
        </w:rPr>
        <w:t xml:space="preserve"> still something of a mystery. 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Perhaps we could say the same is true for disciples of Jesus even today.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Disciples don’t really understand.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They can’t clearly see who Jesus is. 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Certainly, Jesus had some incredible moments, some profound teachings, some miraculous healings.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Jesus’ words and actions make people squirm.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He offends those in power.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And now, </w:t>
      </w:r>
      <w:r w:rsidR="001D12EC">
        <w:rPr>
          <w:rFonts w:ascii="Arial" w:hAnsi="Arial" w:cs="Arial"/>
          <w:sz w:val="36"/>
          <w:szCs w:val="36"/>
        </w:rPr>
        <w:t xml:space="preserve">here </w:t>
      </w:r>
      <w:r w:rsidRPr="001D12EC">
        <w:rPr>
          <w:rFonts w:ascii="Arial" w:hAnsi="Arial" w:cs="Arial"/>
          <w:sz w:val="36"/>
          <w:szCs w:val="36"/>
        </w:rPr>
        <w:t>we have Jesus standing shoulder to</w:t>
      </w:r>
      <w:r w:rsidR="009571A1" w:rsidRPr="001D12EC">
        <w:rPr>
          <w:rFonts w:ascii="Arial" w:hAnsi="Arial" w:cs="Arial"/>
          <w:sz w:val="36"/>
          <w:szCs w:val="36"/>
        </w:rPr>
        <w:t xml:space="preserve"> shoulder with Moses and Elijah, the movers and shakers of the faith!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</w:p>
    <w:p w:rsidR="003D1443" w:rsidRPr="001D12EC" w:rsidRDefault="003D144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Jesus is </w:t>
      </w:r>
      <w:r w:rsidR="00AE6F01" w:rsidRPr="001D12EC">
        <w:rPr>
          <w:rFonts w:ascii="Arial" w:hAnsi="Arial" w:cs="Arial"/>
          <w:sz w:val="36"/>
          <w:szCs w:val="36"/>
        </w:rPr>
        <w:t>Transfigured</w:t>
      </w:r>
      <w:r w:rsidRPr="001D12EC">
        <w:rPr>
          <w:rFonts w:ascii="Arial" w:hAnsi="Arial" w:cs="Arial"/>
          <w:sz w:val="36"/>
          <w:szCs w:val="36"/>
        </w:rPr>
        <w:t>.</w:t>
      </w:r>
    </w:p>
    <w:p w:rsidR="00AE6F01" w:rsidRPr="001D12EC" w:rsidRDefault="003D144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This</w:t>
      </w:r>
      <w:r w:rsidR="00AE6F01" w:rsidRPr="001D12EC">
        <w:rPr>
          <w:rFonts w:ascii="Arial" w:hAnsi="Arial" w:cs="Arial"/>
          <w:sz w:val="36"/>
          <w:szCs w:val="36"/>
        </w:rPr>
        <w:t xml:space="preserve"> is the word we use to describe how Jesus’ true nature shines through and his glorious presence is revealed.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</w:t>
      </w:r>
      <w:r w:rsidR="003D1443" w:rsidRPr="001D12EC">
        <w:rPr>
          <w:rFonts w:ascii="Arial" w:hAnsi="Arial" w:cs="Arial"/>
          <w:sz w:val="36"/>
          <w:szCs w:val="36"/>
        </w:rPr>
        <w:t>ank goodness th</w:t>
      </w:r>
      <w:r w:rsidRPr="001D12EC">
        <w:rPr>
          <w:rFonts w:ascii="Arial" w:hAnsi="Arial" w:cs="Arial"/>
          <w:sz w:val="36"/>
          <w:szCs w:val="36"/>
        </w:rPr>
        <w:t>ose sleepy disciples were able to stay awake for the glorious vision and a truly inspiring, life-changing Mountaintop experience.</w:t>
      </w: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</w:p>
    <w:p w:rsidR="00AE6F01" w:rsidRPr="001D12EC" w:rsidRDefault="00AE6F0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In fact</w:t>
      </w:r>
      <w:r w:rsidR="009571A1" w:rsidRPr="001D12EC">
        <w:rPr>
          <w:rFonts w:ascii="Arial" w:hAnsi="Arial" w:cs="Arial"/>
          <w:sz w:val="36"/>
          <w:szCs w:val="36"/>
        </w:rPr>
        <w:t>,</w:t>
      </w:r>
      <w:r w:rsidRPr="001D12EC">
        <w:rPr>
          <w:rFonts w:ascii="Arial" w:hAnsi="Arial" w:cs="Arial"/>
          <w:sz w:val="36"/>
          <w:szCs w:val="36"/>
        </w:rPr>
        <w:t xml:space="preserve"> they are awake enough to recognize how good it is</w:t>
      </w:r>
      <w:r w:rsidR="009571A1" w:rsidRPr="001D12EC">
        <w:rPr>
          <w:rFonts w:ascii="Arial" w:hAnsi="Arial" w:cs="Arial"/>
          <w:sz w:val="36"/>
          <w:szCs w:val="36"/>
        </w:rPr>
        <w:t xml:space="preserve"> to be there in that moment that</w:t>
      </w:r>
      <w:r w:rsidRPr="001D12EC">
        <w:rPr>
          <w:rFonts w:ascii="Arial" w:hAnsi="Arial" w:cs="Arial"/>
          <w:sz w:val="36"/>
          <w:szCs w:val="36"/>
        </w:rPr>
        <w:t xml:space="preserve"> they offer to build dwelling places so they can stay </w:t>
      </w:r>
      <w:r w:rsidR="006609A3" w:rsidRPr="001D12EC">
        <w:rPr>
          <w:rFonts w:ascii="Arial" w:hAnsi="Arial" w:cs="Arial"/>
          <w:sz w:val="36"/>
          <w:szCs w:val="36"/>
        </w:rPr>
        <w:t>right there with Moses, Elijah and Jesus.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</w:t>
      </w:r>
      <w:r w:rsidR="009571A1" w:rsidRPr="001D12EC">
        <w:rPr>
          <w:rFonts w:ascii="Arial" w:hAnsi="Arial" w:cs="Arial"/>
          <w:sz w:val="36"/>
          <w:szCs w:val="36"/>
        </w:rPr>
        <w:t>n into the midst of their glory-</w:t>
      </w:r>
      <w:r w:rsidRPr="001D12EC">
        <w:rPr>
          <w:rFonts w:ascii="Arial" w:hAnsi="Arial" w:cs="Arial"/>
          <w:sz w:val="36"/>
          <w:szCs w:val="36"/>
        </w:rPr>
        <w:t>filled Mountaintop moment they are covered in a cloud and the voice</w:t>
      </w:r>
      <w:r w:rsidR="003D1443" w:rsidRPr="001D12EC">
        <w:rPr>
          <w:rFonts w:ascii="Arial" w:hAnsi="Arial" w:cs="Arial"/>
          <w:sz w:val="36"/>
          <w:szCs w:val="36"/>
        </w:rPr>
        <w:t xml:space="preserve"> of God comes to them </w:t>
      </w:r>
      <w:r w:rsidRPr="001D12EC">
        <w:rPr>
          <w:rFonts w:ascii="Arial" w:hAnsi="Arial" w:cs="Arial"/>
          <w:sz w:val="36"/>
          <w:szCs w:val="36"/>
        </w:rPr>
        <w:t>to say: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“This is my Son, My Chosen, LISTEN TO HIM.”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</w:p>
    <w:p w:rsidR="006609A3" w:rsidRPr="001D12EC" w:rsidRDefault="003D144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Jesus is glorified;</w:t>
      </w:r>
      <w:r w:rsidR="006609A3" w:rsidRPr="001D12EC">
        <w:rPr>
          <w:rFonts w:ascii="Arial" w:hAnsi="Arial" w:cs="Arial"/>
          <w:sz w:val="36"/>
          <w:szCs w:val="36"/>
        </w:rPr>
        <w:t xml:space="preserve"> Transfigured</w:t>
      </w:r>
      <w:r w:rsidR="009571A1" w:rsidRPr="001D12EC">
        <w:rPr>
          <w:rFonts w:ascii="Arial" w:hAnsi="Arial" w:cs="Arial"/>
          <w:sz w:val="36"/>
          <w:szCs w:val="36"/>
        </w:rPr>
        <w:t>.</w:t>
      </w:r>
    </w:p>
    <w:p w:rsidR="009571A1" w:rsidRPr="001D12EC" w:rsidRDefault="00C90410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 disciples are Transformed; commissioned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In a moment,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In a glimpse,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Everything is different.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 cloud is pulled back</w:t>
      </w:r>
      <w:r w:rsidR="009571A1" w:rsidRPr="001D12EC">
        <w:rPr>
          <w:rFonts w:ascii="Arial" w:hAnsi="Arial" w:cs="Arial"/>
          <w:sz w:val="36"/>
          <w:szCs w:val="36"/>
        </w:rPr>
        <w:t>,</w:t>
      </w:r>
      <w:r w:rsidRPr="001D12EC">
        <w:rPr>
          <w:rFonts w:ascii="Arial" w:hAnsi="Arial" w:cs="Arial"/>
          <w:sz w:val="36"/>
          <w:szCs w:val="36"/>
        </w:rPr>
        <w:t xml:space="preserve"> and in the Transfiguration of Jesus, the Disciples are changed too.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Their lives are made new.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They are commissioned to listen</w:t>
      </w:r>
      <w:r w:rsidR="003D1443" w:rsidRPr="001D12EC">
        <w:rPr>
          <w:rFonts w:ascii="Arial" w:hAnsi="Arial" w:cs="Arial"/>
          <w:sz w:val="36"/>
          <w:szCs w:val="36"/>
        </w:rPr>
        <w:t>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They may have kept silent and in those days told no one, BUT</w:t>
      </w:r>
    </w:p>
    <w:p w:rsidR="006609A3" w:rsidRPr="001D12EC" w:rsidRDefault="003D144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</w:t>
      </w:r>
      <w:r w:rsidR="006609A3" w:rsidRPr="001D12EC">
        <w:rPr>
          <w:rFonts w:ascii="Arial" w:hAnsi="Arial" w:cs="Arial"/>
          <w:sz w:val="36"/>
          <w:szCs w:val="36"/>
        </w:rPr>
        <w:t>he impression of the vision</w:t>
      </w:r>
      <w:r w:rsidR="009571A1" w:rsidRPr="001D12EC">
        <w:rPr>
          <w:rFonts w:ascii="Arial" w:hAnsi="Arial" w:cs="Arial"/>
          <w:sz w:val="36"/>
          <w:szCs w:val="36"/>
        </w:rPr>
        <w:t xml:space="preserve"> they saw would not be erased o</w:t>
      </w:r>
      <w:r w:rsidR="006609A3" w:rsidRPr="001D12EC">
        <w:rPr>
          <w:rFonts w:ascii="Arial" w:hAnsi="Arial" w:cs="Arial"/>
          <w:sz w:val="36"/>
          <w:szCs w:val="36"/>
        </w:rPr>
        <w:t>r forgotten.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In fact, the Transfiguration event made such an impression that later it was recorded by Matthew, Mark and Luke in their gospel accounts of Jesus</w:t>
      </w:r>
      <w:r w:rsidR="003D1443" w:rsidRPr="001D12EC">
        <w:rPr>
          <w:rFonts w:ascii="Arial" w:hAnsi="Arial" w:cs="Arial"/>
          <w:sz w:val="36"/>
          <w:szCs w:val="36"/>
        </w:rPr>
        <w:t xml:space="preserve"> life and ministry.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 call to listen to Jesus changes everything</w:t>
      </w:r>
      <w:r w:rsidR="001D12EC">
        <w:rPr>
          <w:rFonts w:ascii="Arial" w:hAnsi="Arial" w:cs="Arial"/>
          <w:sz w:val="36"/>
          <w:szCs w:val="36"/>
        </w:rPr>
        <w:t xml:space="preserve"> for</w:t>
      </w:r>
      <w:r w:rsidR="009571A1" w:rsidRPr="001D12EC">
        <w:rPr>
          <w:rFonts w:ascii="Arial" w:hAnsi="Arial" w:cs="Arial"/>
          <w:sz w:val="36"/>
          <w:szCs w:val="36"/>
        </w:rPr>
        <w:t xml:space="preserve"> disciples</w:t>
      </w:r>
      <w:r w:rsidRPr="001D12EC">
        <w:rPr>
          <w:rFonts w:ascii="Arial" w:hAnsi="Arial" w:cs="Arial"/>
          <w:sz w:val="36"/>
          <w:szCs w:val="36"/>
        </w:rPr>
        <w:t>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</w:p>
    <w:p w:rsid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Keep in mind that </w:t>
      </w:r>
      <w:r w:rsidR="009571A1" w:rsidRPr="001D12EC">
        <w:rPr>
          <w:rFonts w:ascii="Arial" w:hAnsi="Arial" w:cs="Arial"/>
          <w:sz w:val="36"/>
          <w:szCs w:val="36"/>
        </w:rPr>
        <w:t xml:space="preserve">just before this Transfiguration story is the declaration by Peter that Jesus </w:t>
      </w:r>
      <w:r w:rsidR="001D12EC">
        <w:rPr>
          <w:rFonts w:ascii="Arial" w:hAnsi="Arial" w:cs="Arial"/>
          <w:sz w:val="36"/>
          <w:szCs w:val="36"/>
        </w:rPr>
        <w:t>IS</w:t>
      </w:r>
      <w:r w:rsidR="009571A1" w:rsidRPr="001D12EC">
        <w:rPr>
          <w:rFonts w:ascii="Arial" w:hAnsi="Arial" w:cs="Arial"/>
          <w:sz w:val="36"/>
          <w:szCs w:val="36"/>
        </w:rPr>
        <w:t xml:space="preserve"> Messiah, </w:t>
      </w:r>
      <w:r w:rsidR="003D1443" w:rsidRPr="001D12EC">
        <w:rPr>
          <w:rFonts w:ascii="Arial" w:hAnsi="Arial" w:cs="Arial"/>
          <w:sz w:val="36"/>
          <w:szCs w:val="36"/>
        </w:rPr>
        <w:t xml:space="preserve">and </w:t>
      </w:r>
      <w:r w:rsidR="009571A1" w:rsidRPr="001D12EC">
        <w:rPr>
          <w:rFonts w:ascii="Arial" w:hAnsi="Arial" w:cs="Arial"/>
          <w:sz w:val="36"/>
          <w:szCs w:val="36"/>
        </w:rPr>
        <w:t>then we have the Mountaintop experience</w:t>
      </w:r>
      <w:r w:rsidR="001D12EC">
        <w:rPr>
          <w:rFonts w:ascii="Arial" w:hAnsi="Arial" w:cs="Arial"/>
          <w:sz w:val="36"/>
          <w:szCs w:val="36"/>
        </w:rPr>
        <w:t xml:space="preserve">. </w:t>
      </w:r>
    </w:p>
    <w:p w:rsidR="006609A3" w:rsidRPr="001D12EC" w:rsidRDefault="001D12EC" w:rsidP="00BD781D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</w:t>
      </w:r>
      <w:r w:rsidR="006609A3" w:rsidRPr="001D12EC">
        <w:rPr>
          <w:rFonts w:ascii="Arial" w:hAnsi="Arial" w:cs="Arial"/>
          <w:sz w:val="36"/>
          <w:szCs w:val="36"/>
        </w:rPr>
        <w:t xml:space="preserve">ll the glory that the disciples experience on that mountain that day is set within the context and </w:t>
      </w:r>
      <w:r>
        <w:rPr>
          <w:rFonts w:ascii="Arial" w:hAnsi="Arial" w:cs="Arial"/>
          <w:sz w:val="36"/>
          <w:szCs w:val="36"/>
        </w:rPr>
        <w:t xml:space="preserve">the </w:t>
      </w:r>
      <w:r w:rsidR="006609A3" w:rsidRPr="001D12EC">
        <w:rPr>
          <w:rFonts w:ascii="Arial" w:hAnsi="Arial" w:cs="Arial"/>
          <w:sz w:val="36"/>
          <w:szCs w:val="36"/>
        </w:rPr>
        <w:t>decision by Jesus</w:t>
      </w:r>
      <w:r w:rsidR="009571A1" w:rsidRPr="001D12EC">
        <w:rPr>
          <w:rFonts w:ascii="Arial" w:hAnsi="Arial" w:cs="Arial"/>
          <w:sz w:val="36"/>
          <w:szCs w:val="36"/>
        </w:rPr>
        <w:t xml:space="preserve"> to come back down the mountain to follow through on what it means to be Messiah.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And when Jesus comes down, what will he do?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Well, Jesus sets his face toward Jerusalem.</w:t>
      </w:r>
    </w:p>
    <w:p w:rsidR="006609A3" w:rsidRPr="001D12EC" w:rsidRDefault="009571A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 p</w:t>
      </w:r>
      <w:r w:rsidR="00BD561E">
        <w:rPr>
          <w:rFonts w:ascii="Arial" w:hAnsi="Arial" w:cs="Arial"/>
          <w:sz w:val="36"/>
          <w:szCs w:val="36"/>
        </w:rPr>
        <w:t>roclamation of the life of Christ</w:t>
      </w:r>
      <w:r w:rsidRPr="001D12EC">
        <w:rPr>
          <w:rFonts w:ascii="Arial" w:hAnsi="Arial" w:cs="Arial"/>
          <w:sz w:val="36"/>
          <w:szCs w:val="36"/>
        </w:rPr>
        <w:t xml:space="preserve"> </w:t>
      </w:r>
      <w:r w:rsidR="006609A3" w:rsidRPr="001D12EC">
        <w:rPr>
          <w:rFonts w:ascii="Arial" w:hAnsi="Arial" w:cs="Arial"/>
          <w:sz w:val="36"/>
          <w:szCs w:val="36"/>
        </w:rPr>
        <w:t>is th</w:t>
      </w:r>
      <w:r w:rsidR="00BD561E">
        <w:rPr>
          <w:rFonts w:ascii="Arial" w:hAnsi="Arial" w:cs="Arial"/>
          <w:sz w:val="36"/>
          <w:szCs w:val="36"/>
        </w:rPr>
        <w:t>at God is with us in all things; in the highest and most glorious moments of life as well as in the places where we are found feeling low and facing the challenges that life inevitably throws our way.</w:t>
      </w:r>
    </w:p>
    <w:p w:rsidR="009571A1" w:rsidRPr="001D12EC" w:rsidRDefault="009571A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Jesus shows the disciples that following him means taking up the cross.</w:t>
      </w:r>
    </w:p>
    <w:p w:rsidR="003D1443" w:rsidRPr="001D12EC" w:rsidRDefault="003D144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Glory and suffering are wrapped together.</w:t>
      </w:r>
    </w:p>
    <w:p w:rsidR="009571A1" w:rsidRPr="001D12EC" w:rsidRDefault="009571A1" w:rsidP="00BD781D">
      <w:pPr>
        <w:rPr>
          <w:rFonts w:ascii="Arial" w:hAnsi="Arial" w:cs="Arial"/>
          <w:sz w:val="36"/>
          <w:szCs w:val="36"/>
        </w:rPr>
      </w:pPr>
    </w:p>
    <w:p w:rsidR="001D12EC" w:rsidRDefault="009571A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So here we stand, at a pivotal moment</w:t>
      </w:r>
      <w:r w:rsidR="00BD561E">
        <w:rPr>
          <w:rFonts w:ascii="Arial" w:hAnsi="Arial" w:cs="Arial"/>
          <w:sz w:val="36"/>
          <w:szCs w:val="36"/>
        </w:rPr>
        <w:t xml:space="preserve"> between the stunning beauty and light of the Epiphany season and the onset of our journey through Lent.</w:t>
      </w:r>
    </w:p>
    <w:p w:rsidR="00BD561E" w:rsidRDefault="00BD561E" w:rsidP="00BD781D">
      <w:pPr>
        <w:rPr>
          <w:rFonts w:ascii="Arial" w:hAnsi="Arial" w:cs="Arial"/>
          <w:sz w:val="36"/>
          <w:szCs w:val="36"/>
        </w:rPr>
      </w:pPr>
    </w:p>
    <w:p w:rsidR="001D12EC" w:rsidRDefault="001D12EC" w:rsidP="00BD781D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What does listening to Jesus mean for us, or look like today in our own discipleship?</w:t>
      </w:r>
    </w:p>
    <w:p w:rsidR="009571A1" w:rsidRPr="001D12EC" w:rsidRDefault="009571A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 </w:t>
      </w:r>
    </w:p>
    <w:p w:rsidR="009571A1" w:rsidRPr="001D12EC" w:rsidRDefault="009571A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At the Transfiguration the disciples see Jesus hanging out with the movers and shakers of the faith.</w:t>
      </w:r>
    </w:p>
    <w:p w:rsidR="009571A1" w:rsidRPr="001D12EC" w:rsidRDefault="009571A1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Jesus, the one who f</w:t>
      </w:r>
      <w:r w:rsidR="003D1443" w:rsidRPr="001D12EC">
        <w:rPr>
          <w:rFonts w:ascii="Arial" w:hAnsi="Arial" w:cs="Arial"/>
          <w:sz w:val="36"/>
          <w:szCs w:val="36"/>
        </w:rPr>
        <w:t>eeds the hungry and</w:t>
      </w:r>
      <w:r w:rsidR="00DB7622" w:rsidRPr="001D12EC">
        <w:rPr>
          <w:rFonts w:ascii="Arial" w:hAnsi="Arial" w:cs="Arial"/>
          <w:sz w:val="36"/>
          <w:szCs w:val="36"/>
        </w:rPr>
        <w:t xml:space="preserve"> heals the sick</w:t>
      </w:r>
      <w:r w:rsidR="003D1443" w:rsidRPr="001D12EC">
        <w:rPr>
          <w:rFonts w:ascii="Arial" w:hAnsi="Arial" w:cs="Arial"/>
          <w:sz w:val="36"/>
          <w:szCs w:val="36"/>
        </w:rPr>
        <w:t xml:space="preserve"> and aggravates the power brokers</w:t>
      </w:r>
      <w:r w:rsidR="00DB7622" w:rsidRPr="001D12EC">
        <w:rPr>
          <w:rFonts w:ascii="Arial" w:hAnsi="Arial" w:cs="Arial"/>
          <w:sz w:val="36"/>
          <w:szCs w:val="36"/>
        </w:rPr>
        <w:t>;</w:t>
      </w:r>
    </w:p>
    <w:p w:rsidR="00DB7622" w:rsidRPr="001D12EC" w:rsidRDefault="00DB7622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The one who shines with a light of God’s glory but teaches about suffering, death and new life.</w:t>
      </w:r>
    </w:p>
    <w:p w:rsidR="006609A3" w:rsidRPr="001D12EC" w:rsidRDefault="003D144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The One who shows us </w:t>
      </w:r>
      <w:r w:rsidR="00DB7622" w:rsidRPr="001D12EC">
        <w:rPr>
          <w:rFonts w:ascii="Arial" w:hAnsi="Arial" w:cs="Arial"/>
          <w:sz w:val="36"/>
          <w:szCs w:val="36"/>
        </w:rPr>
        <w:t xml:space="preserve">that </w:t>
      </w:r>
      <w:r w:rsidR="006609A3" w:rsidRPr="001D12EC">
        <w:rPr>
          <w:rFonts w:ascii="Arial" w:hAnsi="Arial" w:cs="Arial"/>
          <w:sz w:val="36"/>
          <w:szCs w:val="36"/>
        </w:rPr>
        <w:t>Our God desires life for us.</w:t>
      </w:r>
    </w:p>
    <w:p w:rsidR="006609A3" w:rsidRPr="001D12EC" w:rsidRDefault="00DB7622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That </w:t>
      </w:r>
      <w:r w:rsidR="006609A3" w:rsidRPr="001D12EC">
        <w:rPr>
          <w:rFonts w:ascii="Arial" w:hAnsi="Arial" w:cs="Arial"/>
          <w:sz w:val="36"/>
          <w:szCs w:val="36"/>
        </w:rPr>
        <w:t>Our God loves all the children of God more than we can even begin to imagine.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And our God will do anything to communicate that love and to accomplish our salvation.</w:t>
      </w: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</w:p>
    <w:p w:rsidR="006609A3" w:rsidRPr="001D12EC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Listening to Jesus includes hearing, seeing an</w:t>
      </w:r>
      <w:r w:rsidR="00BD561E">
        <w:rPr>
          <w:rFonts w:ascii="Arial" w:hAnsi="Arial" w:cs="Arial"/>
          <w:sz w:val="36"/>
          <w:szCs w:val="36"/>
        </w:rPr>
        <w:t>d experiencing God’s love for US</w:t>
      </w:r>
      <w:r w:rsidR="00DB7622" w:rsidRPr="001D12EC">
        <w:rPr>
          <w:rFonts w:ascii="Arial" w:hAnsi="Arial" w:cs="Arial"/>
          <w:sz w:val="36"/>
          <w:szCs w:val="36"/>
        </w:rPr>
        <w:t xml:space="preserve"> anew</w:t>
      </w:r>
      <w:r w:rsidRPr="001D12EC">
        <w:rPr>
          <w:rFonts w:ascii="Arial" w:hAnsi="Arial" w:cs="Arial"/>
          <w:sz w:val="36"/>
          <w:szCs w:val="36"/>
        </w:rPr>
        <w:t>;</w:t>
      </w:r>
    </w:p>
    <w:p w:rsidR="006609A3" w:rsidRDefault="006609A3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>A love that is willing to walk to the cross, and thro</w:t>
      </w:r>
      <w:r w:rsidR="003D1443" w:rsidRPr="001D12EC">
        <w:rPr>
          <w:rFonts w:ascii="Arial" w:hAnsi="Arial" w:cs="Arial"/>
          <w:sz w:val="36"/>
          <w:szCs w:val="36"/>
        </w:rPr>
        <w:t>ugh death to bring us new life.</w:t>
      </w:r>
    </w:p>
    <w:p w:rsidR="00BD561E" w:rsidRPr="001D12EC" w:rsidRDefault="00BD561E" w:rsidP="00BD781D">
      <w:pPr>
        <w:rPr>
          <w:rFonts w:ascii="Arial" w:hAnsi="Arial" w:cs="Arial"/>
          <w:sz w:val="36"/>
          <w:szCs w:val="36"/>
        </w:rPr>
      </w:pPr>
    </w:p>
    <w:p w:rsidR="003D1443" w:rsidRPr="001D12EC" w:rsidRDefault="00BD561E" w:rsidP="00BD781D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Listening to Jesus, is b</w:t>
      </w:r>
      <w:r w:rsidR="006609A3" w:rsidRPr="001D12EC">
        <w:rPr>
          <w:rFonts w:ascii="Arial" w:hAnsi="Arial" w:cs="Arial"/>
          <w:sz w:val="36"/>
          <w:szCs w:val="36"/>
        </w:rPr>
        <w:t>e</w:t>
      </w:r>
      <w:r>
        <w:rPr>
          <w:rFonts w:ascii="Arial" w:hAnsi="Arial" w:cs="Arial"/>
          <w:sz w:val="36"/>
          <w:szCs w:val="36"/>
        </w:rPr>
        <w:t>ing Transformed by God’s Word;</w:t>
      </w:r>
      <w:r w:rsidR="006609A3" w:rsidRPr="001D12EC">
        <w:rPr>
          <w:rFonts w:ascii="Arial" w:hAnsi="Arial" w:cs="Arial"/>
          <w:sz w:val="36"/>
          <w:szCs w:val="36"/>
        </w:rPr>
        <w:t xml:space="preserve"> living changed lives</w:t>
      </w:r>
      <w:r w:rsidR="00C90410" w:rsidRPr="001D12EC">
        <w:rPr>
          <w:rFonts w:ascii="Arial" w:hAnsi="Arial" w:cs="Arial"/>
          <w:sz w:val="36"/>
          <w:szCs w:val="36"/>
        </w:rPr>
        <w:t xml:space="preserve"> that reflects the light of lo</w:t>
      </w:r>
      <w:r w:rsidR="006609A3" w:rsidRPr="001D12EC">
        <w:rPr>
          <w:rFonts w:ascii="Arial" w:hAnsi="Arial" w:cs="Arial"/>
          <w:sz w:val="36"/>
          <w:szCs w:val="36"/>
        </w:rPr>
        <w:t xml:space="preserve">ve </w:t>
      </w:r>
      <w:r w:rsidR="00C90410" w:rsidRPr="001D12EC">
        <w:rPr>
          <w:rFonts w:ascii="Arial" w:hAnsi="Arial" w:cs="Arial"/>
          <w:sz w:val="36"/>
          <w:szCs w:val="36"/>
        </w:rPr>
        <w:t xml:space="preserve">and </w:t>
      </w:r>
      <w:r>
        <w:rPr>
          <w:rFonts w:ascii="Arial" w:hAnsi="Arial" w:cs="Arial"/>
          <w:sz w:val="36"/>
          <w:szCs w:val="36"/>
        </w:rPr>
        <w:t xml:space="preserve">God’s </w:t>
      </w:r>
      <w:r w:rsidR="00C90410" w:rsidRPr="001D12EC">
        <w:rPr>
          <w:rFonts w:ascii="Arial" w:hAnsi="Arial" w:cs="Arial"/>
          <w:sz w:val="36"/>
          <w:szCs w:val="36"/>
        </w:rPr>
        <w:t xml:space="preserve">grace </w:t>
      </w:r>
      <w:r w:rsidR="006609A3" w:rsidRPr="001D12EC">
        <w:rPr>
          <w:rFonts w:ascii="Arial" w:hAnsi="Arial" w:cs="Arial"/>
          <w:sz w:val="36"/>
          <w:szCs w:val="36"/>
        </w:rPr>
        <w:t>to the world.</w:t>
      </w:r>
      <w:r w:rsidR="00DB7622" w:rsidRPr="001D12EC">
        <w:rPr>
          <w:rFonts w:ascii="Arial" w:hAnsi="Arial" w:cs="Arial"/>
          <w:sz w:val="36"/>
          <w:szCs w:val="36"/>
        </w:rPr>
        <w:t xml:space="preserve"> </w:t>
      </w:r>
    </w:p>
    <w:p w:rsidR="006609A3" w:rsidRPr="001D12EC" w:rsidRDefault="00BD561E" w:rsidP="00BD781D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Listening to</w:t>
      </w:r>
      <w:r w:rsidR="00C90410" w:rsidRPr="001D12EC">
        <w:rPr>
          <w:rFonts w:ascii="Arial" w:hAnsi="Arial" w:cs="Arial"/>
          <w:sz w:val="36"/>
          <w:szCs w:val="36"/>
        </w:rPr>
        <w:t xml:space="preserve"> Jesus means seeing each and every other person</w:t>
      </w:r>
      <w:r w:rsidR="00DB7622" w:rsidRPr="001D12EC">
        <w:rPr>
          <w:rFonts w:ascii="Arial" w:hAnsi="Arial" w:cs="Arial"/>
          <w:sz w:val="36"/>
          <w:szCs w:val="36"/>
        </w:rPr>
        <w:t xml:space="preserve"> through</w:t>
      </w:r>
      <w:r w:rsidR="003D1443" w:rsidRPr="001D12EC">
        <w:rPr>
          <w:rFonts w:ascii="Arial" w:hAnsi="Arial" w:cs="Arial"/>
          <w:sz w:val="36"/>
          <w:szCs w:val="36"/>
        </w:rPr>
        <w:t xml:space="preserve"> the eye</w:t>
      </w:r>
      <w:r w:rsidR="00C90410" w:rsidRPr="001D12EC">
        <w:rPr>
          <w:rFonts w:ascii="Arial" w:hAnsi="Arial" w:cs="Arial"/>
          <w:sz w:val="36"/>
          <w:szCs w:val="36"/>
        </w:rPr>
        <w:t>s of God’s love and recognizing one another as sister and brother in Christ</w:t>
      </w:r>
      <w:r w:rsidR="003D1443" w:rsidRPr="001D12EC">
        <w:rPr>
          <w:rFonts w:ascii="Arial" w:hAnsi="Arial" w:cs="Arial"/>
          <w:sz w:val="36"/>
          <w:szCs w:val="36"/>
        </w:rPr>
        <w:t>.</w:t>
      </w:r>
    </w:p>
    <w:p w:rsidR="00982143" w:rsidRPr="001D12EC" w:rsidRDefault="00982143" w:rsidP="00BD781D">
      <w:pPr>
        <w:rPr>
          <w:rFonts w:ascii="Arial" w:hAnsi="Arial" w:cs="Arial"/>
          <w:sz w:val="36"/>
          <w:szCs w:val="36"/>
        </w:rPr>
      </w:pPr>
    </w:p>
    <w:p w:rsidR="003D1443" w:rsidRDefault="00C90410" w:rsidP="00BD781D">
      <w:pPr>
        <w:rPr>
          <w:rFonts w:ascii="Arial" w:hAnsi="Arial" w:cs="Arial"/>
          <w:sz w:val="36"/>
          <w:szCs w:val="36"/>
        </w:rPr>
      </w:pPr>
      <w:r w:rsidRPr="001D12EC">
        <w:rPr>
          <w:rFonts w:ascii="Arial" w:hAnsi="Arial" w:cs="Arial"/>
          <w:sz w:val="36"/>
          <w:szCs w:val="36"/>
        </w:rPr>
        <w:t xml:space="preserve">May our Mountaintop experiences </w:t>
      </w:r>
      <w:r w:rsidR="00BD561E">
        <w:rPr>
          <w:rFonts w:ascii="Arial" w:hAnsi="Arial" w:cs="Arial"/>
          <w:sz w:val="36"/>
          <w:szCs w:val="36"/>
        </w:rPr>
        <w:t>create our hearts</w:t>
      </w:r>
      <w:r w:rsidR="00982143" w:rsidRPr="001D12EC">
        <w:rPr>
          <w:rFonts w:ascii="Arial" w:hAnsi="Arial" w:cs="Arial"/>
          <w:sz w:val="36"/>
          <w:szCs w:val="36"/>
        </w:rPr>
        <w:t xml:space="preserve"> </w:t>
      </w:r>
      <w:r w:rsidR="00BD561E">
        <w:rPr>
          <w:rFonts w:ascii="Arial" w:hAnsi="Arial" w:cs="Arial"/>
          <w:sz w:val="36"/>
          <w:szCs w:val="36"/>
        </w:rPr>
        <w:t xml:space="preserve">and lives </w:t>
      </w:r>
      <w:r w:rsidR="00982143" w:rsidRPr="001D12EC">
        <w:rPr>
          <w:rFonts w:ascii="Arial" w:hAnsi="Arial" w:cs="Arial"/>
          <w:sz w:val="36"/>
          <w:szCs w:val="36"/>
        </w:rPr>
        <w:t>anew; and inspire a faith so strong that</w:t>
      </w:r>
      <w:r w:rsidR="00BD561E">
        <w:rPr>
          <w:rFonts w:ascii="Arial" w:hAnsi="Arial" w:cs="Arial"/>
          <w:sz w:val="36"/>
          <w:szCs w:val="36"/>
        </w:rPr>
        <w:t xml:space="preserve"> </w:t>
      </w:r>
      <w:r w:rsidR="00982143" w:rsidRPr="001D12EC">
        <w:rPr>
          <w:rFonts w:ascii="Arial" w:hAnsi="Arial" w:cs="Arial"/>
          <w:sz w:val="36"/>
          <w:szCs w:val="36"/>
        </w:rPr>
        <w:t>it reaches straight</w:t>
      </w:r>
      <w:r w:rsidRPr="001D12EC">
        <w:rPr>
          <w:rFonts w:ascii="Arial" w:hAnsi="Arial" w:cs="Arial"/>
          <w:sz w:val="36"/>
          <w:szCs w:val="36"/>
        </w:rPr>
        <w:t xml:space="preserve"> through us to shine the light of Christ into the darkest corners </w:t>
      </w:r>
      <w:r w:rsidR="00BD561E">
        <w:rPr>
          <w:rFonts w:ascii="Arial" w:hAnsi="Arial" w:cs="Arial"/>
          <w:sz w:val="36"/>
          <w:szCs w:val="36"/>
        </w:rPr>
        <w:t xml:space="preserve">of pain and hurt, and </w:t>
      </w:r>
      <w:r w:rsidRPr="001D12EC">
        <w:rPr>
          <w:rFonts w:ascii="Arial" w:hAnsi="Arial" w:cs="Arial"/>
          <w:sz w:val="36"/>
          <w:szCs w:val="36"/>
        </w:rPr>
        <w:t xml:space="preserve">to bring </w:t>
      </w:r>
      <w:r w:rsidR="00BD561E">
        <w:rPr>
          <w:rFonts w:ascii="Arial" w:hAnsi="Arial" w:cs="Arial"/>
          <w:sz w:val="36"/>
          <w:szCs w:val="36"/>
        </w:rPr>
        <w:t xml:space="preserve">real </w:t>
      </w:r>
      <w:r w:rsidRPr="001D12EC">
        <w:rPr>
          <w:rFonts w:ascii="Arial" w:hAnsi="Arial" w:cs="Arial"/>
          <w:sz w:val="36"/>
          <w:szCs w:val="36"/>
        </w:rPr>
        <w:t xml:space="preserve">hope to the world </w:t>
      </w:r>
      <w:r w:rsidR="00BD561E">
        <w:rPr>
          <w:rFonts w:ascii="Arial" w:hAnsi="Arial" w:cs="Arial"/>
          <w:sz w:val="36"/>
          <w:szCs w:val="36"/>
        </w:rPr>
        <w:t>that so desperately needs the good news</w:t>
      </w:r>
      <w:r w:rsidRPr="001D12EC">
        <w:rPr>
          <w:rFonts w:ascii="Arial" w:hAnsi="Arial" w:cs="Arial"/>
          <w:sz w:val="36"/>
          <w:szCs w:val="36"/>
        </w:rPr>
        <w:t xml:space="preserve"> </w:t>
      </w:r>
      <w:r w:rsidR="00BD561E">
        <w:rPr>
          <w:rFonts w:ascii="Arial" w:hAnsi="Arial" w:cs="Arial"/>
          <w:sz w:val="36"/>
          <w:szCs w:val="36"/>
        </w:rPr>
        <w:t xml:space="preserve">of Jesus Christ </w:t>
      </w:r>
      <w:r w:rsidRPr="001D12EC">
        <w:rPr>
          <w:rFonts w:ascii="Arial" w:hAnsi="Arial" w:cs="Arial"/>
          <w:sz w:val="36"/>
          <w:szCs w:val="36"/>
        </w:rPr>
        <w:t>today.</w:t>
      </w:r>
    </w:p>
    <w:p w:rsidR="00BD561E" w:rsidRDefault="00BD561E" w:rsidP="00BD781D">
      <w:pPr>
        <w:rPr>
          <w:rFonts w:ascii="Arial" w:hAnsi="Arial" w:cs="Arial"/>
          <w:sz w:val="36"/>
          <w:szCs w:val="36"/>
        </w:rPr>
      </w:pPr>
    </w:p>
    <w:p w:rsidR="00BD561E" w:rsidRPr="001D12EC" w:rsidRDefault="00BD561E" w:rsidP="00BD781D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Amen.</w:t>
      </w:r>
    </w:p>
    <w:p w:rsidR="00C90410" w:rsidRPr="001D12EC" w:rsidRDefault="00C90410" w:rsidP="00BD781D">
      <w:pPr>
        <w:rPr>
          <w:rFonts w:ascii="Arial" w:hAnsi="Arial" w:cs="Arial"/>
          <w:sz w:val="36"/>
          <w:szCs w:val="36"/>
        </w:rPr>
      </w:pPr>
    </w:p>
    <w:p w:rsidR="00C90410" w:rsidRPr="001D12EC" w:rsidRDefault="00C90410" w:rsidP="00BD781D">
      <w:pPr>
        <w:rPr>
          <w:rFonts w:ascii="Arial" w:hAnsi="Arial" w:cs="Arial"/>
          <w:sz w:val="36"/>
          <w:szCs w:val="36"/>
        </w:rPr>
      </w:pPr>
    </w:p>
    <w:p w:rsidR="003D1443" w:rsidRPr="001D12EC" w:rsidRDefault="003D1443" w:rsidP="00BD781D">
      <w:pPr>
        <w:rPr>
          <w:rFonts w:ascii="Arial" w:hAnsi="Arial" w:cs="Arial"/>
          <w:sz w:val="36"/>
          <w:szCs w:val="36"/>
        </w:rPr>
      </w:pPr>
    </w:p>
    <w:sectPr w:rsidR="003D1443" w:rsidRPr="001D12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81D"/>
    <w:rsid w:val="001D12EC"/>
    <w:rsid w:val="002F6D5F"/>
    <w:rsid w:val="003D1443"/>
    <w:rsid w:val="006609A3"/>
    <w:rsid w:val="009306A2"/>
    <w:rsid w:val="009571A1"/>
    <w:rsid w:val="00982143"/>
    <w:rsid w:val="00A22062"/>
    <w:rsid w:val="00AE6F01"/>
    <w:rsid w:val="00BD561E"/>
    <w:rsid w:val="00BD781D"/>
    <w:rsid w:val="00C90410"/>
    <w:rsid w:val="00DB7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D684B"/>
  <w15:chartTrackingRefBased/>
  <w15:docId w15:val="{0E7EE1D1-0590-4342-84E2-A9A0D340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28B6A86A</Template>
  <TotalTime>1484</TotalTime>
  <Pages>1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ginny@sclso.local</dc:creator>
  <cp:keywords/>
  <dc:description/>
  <cp:lastModifiedBy>ginny@sclso.local</cp:lastModifiedBy>
  <cp:revision>4</cp:revision>
  <dcterms:created xsi:type="dcterms:W3CDTF">2022-02-15T19:10:00Z</dcterms:created>
  <dcterms:modified xsi:type="dcterms:W3CDTF">2022-02-16T19:55:00Z</dcterms:modified>
</cp:coreProperties>
</file>